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D0" w:rsidRPr="00122970" w:rsidRDefault="00C050D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050D0" w:rsidRDefault="00C050D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050D0" w:rsidRPr="00371B2B" w:rsidRDefault="00C050D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050D0" w:rsidRPr="00371B2B" w:rsidRDefault="00C050D0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050D0" w:rsidRPr="00371B2B" w:rsidRDefault="00C050D0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050D0" w:rsidRPr="00371B2B" w:rsidRDefault="00C050D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050D0" w:rsidRDefault="00C050D0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050D0" w:rsidRDefault="00F41A4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DE4FA7">
        <w:rPr>
          <w:rFonts w:eastAsia="Calibri" w:cs="Times New Roman"/>
          <w:b/>
          <w:szCs w:val="24"/>
          <w:lang w:eastAsia="en-US"/>
        </w:rPr>
        <w:t>Gmina Tuszów Narodowy</w:t>
      </w:r>
    </w:p>
    <w:p w:rsidR="00C050D0" w:rsidRPr="00371B2B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050D0" w:rsidRDefault="00C050D0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050D0" w:rsidRPr="00122970" w:rsidRDefault="00C050D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050D0" w:rsidRPr="00371B2B" w:rsidRDefault="00C050D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050D0" w:rsidRDefault="00F41A4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>
        <w:rPr>
          <w:rFonts w:eastAsia="Calibri" w:cs="Times New Roman"/>
          <w:b/>
          <w:noProof/>
          <w:szCs w:val="24"/>
          <w:lang w:val="en-US" w:eastAsia="en-US"/>
        </w:rPr>
        <w:t>Tuszów Narodowy 225</w:t>
      </w:r>
      <w:r w:rsidR="00C050D0"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="00C050D0" w:rsidRPr="00F44F42">
        <w:rPr>
          <w:rFonts w:eastAsia="Calibri" w:cs="Times New Roman"/>
          <w:b/>
          <w:noProof/>
          <w:szCs w:val="24"/>
          <w:lang w:val="en-US" w:eastAsia="en-US"/>
        </w:rPr>
        <w:t>39-332 Tuszów Narodowy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050D0" w:rsidRDefault="00F41A4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DE4FA7">
        <w:rPr>
          <w:rFonts w:eastAsia="Calibri" w:cs="Times New Roman"/>
          <w:b/>
          <w:szCs w:val="24"/>
          <w:lang w:eastAsia="en-US"/>
        </w:rPr>
        <w:t>inwestycje@tuszownarodowy.pl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050D0" w:rsidRPr="007D3844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050D0" w:rsidRDefault="00F41A4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DE4FA7">
        <w:rPr>
          <w:rFonts w:eastAsia="Calibri" w:cs="Times New Roman"/>
          <w:b/>
          <w:szCs w:val="24"/>
          <w:lang w:eastAsia="en-US"/>
        </w:rPr>
        <w:t>(17) 774-37-28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050D0" w:rsidRPr="00371B2B" w:rsidRDefault="00F41A40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NIP </w:t>
      </w:r>
      <w:r w:rsidRPr="00DE4FA7">
        <w:rPr>
          <w:rFonts w:eastAsia="Calibri" w:cs="Times New Roman"/>
          <w:b/>
          <w:szCs w:val="24"/>
          <w:lang w:eastAsia="en-US"/>
        </w:rPr>
        <w:t>8171984740</w:t>
      </w:r>
      <w:r w:rsidR="00C050D0">
        <w:rPr>
          <w:rFonts w:eastAsia="Calibri" w:cs="Times New Roman"/>
          <w:szCs w:val="24"/>
          <w:lang w:eastAsia="en-US"/>
        </w:rPr>
        <w:t xml:space="preserve"> ……………………………</w:t>
      </w:r>
      <w:r w:rsidR="00C050D0" w:rsidRPr="00371B2B">
        <w:rPr>
          <w:rFonts w:eastAsia="Calibri" w:cs="Times New Roman"/>
          <w:szCs w:val="24"/>
          <w:lang w:eastAsia="en-US"/>
        </w:rPr>
        <w:t>…</w:t>
      </w:r>
      <w:r w:rsidR="00C050D0">
        <w:rPr>
          <w:rFonts w:eastAsia="Calibri" w:cs="Times New Roman"/>
          <w:szCs w:val="24"/>
          <w:lang w:eastAsia="en-US"/>
        </w:rPr>
        <w:t>……………..</w:t>
      </w:r>
      <w:r w:rsidR="00C050D0"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050D0" w:rsidRDefault="00C050D0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050D0" w:rsidRDefault="00C050D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050D0" w:rsidRPr="00371B2B" w:rsidTr="006A1006">
        <w:tc>
          <w:tcPr>
            <w:tcW w:w="421" w:type="dxa"/>
          </w:tcPr>
          <w:p w:rsidR="00C050D0" w:rsidRPr="006930BA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050D0" w:rsidRPr="00371B2B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050D0" w:rsidRDefault="00C050D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050D0" w:rsidRPr="00371B2B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050D0" w:rsidRPr="00371B2B" w:rsidRDefault="00C050D0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F41A4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Default="00C050D0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Pr="00371B2B" w:rsidRDefault="00C050D0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050D0" w:rsidRDefault="00C050D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050D0" w:rsidRDefault="00C050D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Pr="00371B2B" w:rsidRDefault="00C050D0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050D0" w:rsidRPr="009C5635" w:rsidRDefault="00C050D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050D0" w:rsidRPr="009C5635" w:rsidRDefault="00C050D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F41A4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050D0" w:rsidRPr="008611E1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050D0" w:rsidRPr="008611E1" w:rsidRDefault="00C050D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763E28" w:rsidRDefault="00C050D0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050D0" w:rsidRPr="00371B2B" w:rsidRDefault="00C050D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050D0" w:rsidRPr="009C5635" w:rsidRDefault="00C050D0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42"/>
        <w:gridCol w:w="1075"/>
        <w:gridCol w:w="1498"/>
        <w:gridCol w:w="1254"/>
        <w:gridCol w:w="1559"/>
        <w:gridCol w:w="1418"/>
      </w:tblGrid>
      <w:tr w:rsidR="00C050D0" w:rsidRPr="00AD7837" w:rsidTr="00C050D0">
        <w:trPr>
          <w:trHeight w:val="413"/>
        </w:trPr>
        <w:tc>
          <w:tcPr>
            <w:tcW w:w="534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050D0" w:rsidRPr="00AD7837" w:rsidRDefault="00C050D0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842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050D0" w:rsidRPr="00AD7837" w:rsidTr="00C050D0">
        <w:trPr>
          <w:trHeight w:val="559"/>
        </w:trPr>
        <w:tc>
          <w:tcPr>
            <w:tcW w:w="534" w:type="dxa"/>
            <w:vMerge w:val="restart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050D0" w:rsidRPr="00AD7837" w:rsidRDefault="00C050D0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050D0" w:rsidRPr="00AD7837" w:rsidRDefault="00C050D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050D0" w:rsidRPr="00A33AEA" w:rsidRDefault="00C050D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050D0" w:rsidRPr="00AD7837" w:rsidTr="00C050D0">
        <w:trPr>
          <w:trHeight w:val="318"/>
        </w:trPr>
        <w:tc>
          <w:tcPr>
            <w:tcW w:w="5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050D0" w:rsidRPr="00AD7837" w:rsidRDefault="00C050D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050D0" w:rsidRPr="00AD7837" w:rsidRDefault="00C050D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050D0" w:rsidRPr="00AD7837" w:rsidTr="00C050D0">
        <w:trPr>
          <w:trHeight w:val="962"/>
        </w:trPr>
        <w:tc>
          <w:tcPr>
            <w:tcW w:w="5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050D0" w:rsidRPr="00AD7837" w:rsidRDefault="00C050D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050D0" w:rsidRPr="00AD7837" w:rsidRDefault="00C050D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8018590365500073777279</w:t>
            </w:r>
          </w:p>
        </w:tc>
        <w:tc>
          <w:tcPr>
            <w:tcW w:w="1842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Tuszów Narodowy 203</w:t>
            </w:r>
          </w:p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8018590365500074754378</w:t>
            </w:r>
          </w:p>
        </w:tc>
        <w:tc>
          <w:tcPr>
            <w:tcW w:w="1842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Tuszów Narodowy 225</w:t>
            </w:r>
          </w:p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7,00%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93,00%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8018590365500085174691</w:t>
            </w:r>
          </w:p>
        </w:tc>
        <w:tc>
          <w:tcPr>
            <w:tcW w:w="1842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Malinie 111</w:t>
            </w:r>
          </w:p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8018590365500073680463</w:t>
            </w:r>
          </w:p>
        </w:tc>
        <w:tc>
          <w:tcPr>
            <w:tcW w:w="1842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Malinie 257A</w:t>
            </w:r>
          </w:p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F41A40" w:rsidRPr="00CC0555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8018590365500085165712</w:t>
            </w:r>
          </w:p>
        </w:tc>
        <w:tc>
          <w:tcPr>
            <w:tcW w:w="1842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Tuszów Narodowy 51</w:t>
            </w:r>
          </w:p>
          <w:p w:rsidR="00F41A40" w:rsidRPr="00CC0555" w:rsidRDefault="00F41A40" w:rsidP="00F41A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8018590365500078152705</w:t>
            </w:r>
          </w:p>
        </w:tc>
        <w:tc>
          <w:tcPr>
            <w:tcW w:w="1842" w:type="dxa"/>
            <w:vAlign w:val="center"/>
          </w:tcPr>
          <w:p w:rsidR="00F41A40" w:rsidRDefault="00F41A40" w:rsidP="00F41A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Grochowe 86</w:t>
            </w:r>
          </w:p>
          <w:p w:rsidR="00F41A40" w:rsidRPr="00DE4FA7" w:rsidRDefault="00F41A40" w:rsidP="00F41A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FA7">
              <w:rPr>
                <w:rFonts w:cs="Times New Roman"/>
                <w:noProof/>
                <w:sz w:val="16"/>
                <w:szCs w:val="16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0A05C5"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8018590365500085370222</w:t>
            </w:r>
          </w:p>
        </w:tc>
        <w:tc>
          <w:tcPr>
            <w:tcW w:w="1842" w:type="dxa"/>
            <w:vAlign w:val="center"/>
          </w:tcPr>
          <w:p w:rsidR="00F41A40" w:rsidRDefault="00F41A40" w:rsidP="00F41A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Grochowe 179</w:t>
            </w:r>
          </w:p>
          <w:p w:rsidR="00F41A40" w:rsidRPr="00DE4FA7" w:rsidRDefault="00F41A40" w:rsidP="00F41A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FA7">
              <w:rPr>
                <w:rFonts w:cs="Times New Roman"/>
                <w:noProof/>
                <w:sz w:val="16"/>
                <w:szCs w:val="16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0A05C5"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41A40" w:rsidRPr="00AD7837" w:rsidTr="00C050D0">
        <w:trPr>
          <w:trHeight w:val="408"/>
        </w:trPr>
        <w:tc>
          <w:tcPr>
            <w:tcW w:w="534" w:type="dxa"/>
            <w:vAlign w:val="center"/>
          </w:tcPr>
          <w:p w:rsidR="00F41A40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F41A40" w:rsidRPr="00DE4FA7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E4FA7">
              <w:rPr>
                <w:rFonts w:eastAsia="Calibri" w:cs="Times New Roman"/>
                <w:sz w:val="16"/>
                <w:szCs w:val="16"/>
                <w:lang w:eastAsia="en-US"/>
              </w:rPr>
              <w:t>8018590365500085092087</w:t>
            </w:r>
          </w:p>
        </w:tc>
        <w:tc>
          <w:tcPr>
            <w:tcW w:w="1842" w:type="dxa"/>
            <w:vAlign w:val="center"/>
          </w:tcPr>
          <w:p w:rsidR="00F41A40" w:rsidRDefault="00F41A40" w:rsidP="00F41A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Ławnica 117</w:t>
            </w:r>
          </w:p>
          <w:p w:rsidR="00F41A40" w:rsidRPr="00DE4FA7" w:rsidRDefault="00F41A40" w:rsidP="00F41A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DE4FA7">
              <w:rPr>
                <w:rFonts w:cs="Times New Roman"/>
                <w:noProof/>
                <w:sz w:val="16"/>
                <w:szCs w:val="16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41A40" w:rsidRPr="00412B9E" w:rsidRDefault="00F41A40" w:rsidP="00F41A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0A05C5"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41A40" w:rsidRPr="004116D3" w:rsidRDefault="00F41A40" w:rsidP="00F41A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C050D0" w:rsidRPr="008611E1" w:rsidRDefault="00C050D0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050D0" w:rsidRPr="008611E1" w:rsidRDefault="00C050D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050D0" w:rsidRDefault="00C050D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p w:rsidR="00F41A40" w:rsidRDefault="00F41A40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050D0" w:rsidRPr="004760F6" w:rsidTr="002C13B3">
        <w:trPr>
          <w:trHeight w:val="309"/>
        </w:trPr>
        <w:tc>
          <w:tcPr>
            <w:tcW w:w="2694" w:type="dxa"/>
          </w:tcPr>
          <w:p w:rsidR="00C050D0" w:rsidRPr="004760F6" w:rsidRDefault="00C050D0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050D0" w:rsidRPr="004760F6" w:rsidTr="002C13B3">
        <w:trPr>
          <w:trHeight w:val="689"/>
        </w:trPr>
        <w:tc>
          <w:tcPr>
            <w:tcW w:w="2694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050D0" w:rsidRPr="004760F6" w:rsidRDefault="00C050D0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050D0" w:rsidRPr="00B63457" w:rsidRDefault="00C050D0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050D0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DAD" w:rsidRDefault="00965DAD">
      <w:r>
        <w:separator/>
      </w:r>
    </w:p>
  </w:endnote>
  <w:endnote w:type="continuationSeparator" w:id="0">
    <w:p w:rsidR="00965DAD" w:rsidRDefault="0096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DAD" w:rsidRDefault="00965DAD">
      <w:r>
        <w:separator/>
      </w:r>
    </w:p>
  </w:footnote>
  <w:footnote w:type="continuationSeparator" w:id="0">
    <w:p w:rsidR="00965DAD" w:rsidRDefault="00965DAD">
      <w:r>
        <w:continuationSeparator/>
      </w:r>
    </w:p>
  </w:footnote>
  <w:footnote w:id="1">
    <w:p w:rsidR="00C050D0" w:rsidRPr="00EF7F64" w:rsidRDefault="00C050D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050D0" w:rsidRPr="00EF7F64" w:rsidRDefault="00C050D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050D0" w:rsidRPr="00EF7F64" w:rsidRDefault="00C050D0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050D0" w:rsidRDefault="00C050D0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050D0" w:rsidRPr="00822183" w:rsidRDefault="00C050D0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050D0" w:rsidRDefault="00C050D0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050D0" w:rsidRPr="00D23820" w:rsidRDefault="00C050D0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050D0" w:rsidRPr="008611E1" w:rsidRDefault="00C050D0">
      <w:pPr>
        <w:pStyle w:val="Tekstprzypisudolnego"/>
        <w:rPr>
          <w:sz w:val="2"/>
          <w:szCs w:val="2"/>
        </w:rPr>
      </w:pPr>
    </w:p>
  </w:footnote>
  <w:footnote w:id="9">
    <w:p w:rsidR="00C050D0" w:rsidRPr="008611E1" w:rsidRDefault="00C050D0" w:rsidP="00CD0317">
      <w:pPr>
        <w:pStyle w:val="Tekstprzypisudolnego"/>
        <w:rPr>
          <w:sz w:val="2"/>
          <w:szCs w:val="2"/>
        </w:rPr>
      </w:pPr>
    </w:p>
  </w:footnote>
  <w:footnote w:id="10">
    <w:p w:rsidR="00C050D0" w:rsidRPr="008611E1" w:rsidRDefault="00C050D0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F41A40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DAD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50D0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1A40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357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A77251-FF30-411A-86DB-ECF459CC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6</Pages>
  <Words>1218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2022-08-09T12:47:00Z</dcterms:created>
  <dcterms:modified xsi:type="dcterms:W3CDTF">2022-08-09T12:47:00Z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